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56515">
        <w:rPr>
          <w:rFonts w:ascii="Arial" w:hAnsi="Arial" w:cs="Arial"/>
          <w:b/>
          <w:caps/>
          <w:sz w:val="28"/>
          <w:szCs w:val="28"/>
        </w:rPr>
        <w:t>774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F3F73" w:rsidRDefault="00D565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515">
              <w:rPr>
                <w:rFonts w:ascii="Arial" w:hAnsi="Arial" w:cs="Arial"/>
                <w:sz w:val="20"/>
                <w:szCs w:val="20"/>
              </w:rPr>
              <w:t>Solicita motonivelamento e cascalhamento da Estrada Velha de Igaratá, no trecho compreendido do final do asfalto do antigo traçado da Rodovia Dom Pe</w:t>
            </w:r>
            <w:r w:rsidR="00D77704">
              <w:rPr>
                <w:rFonts w:ascii="Arial" w:hAnsi="Arial" w:cs="Arial"/>
                <w:sz w:val="20"/>
                <w:szCs w:val="20"/>
              </w:rPr>
              <w:t>dro I até o Conjunto 1º de Maio</w:t>
            </w:r>
            <w:bookmarkStart w:id="0" w:name="_GoBack"/>
            <w:bookmarkEnd w:id="0"/>
            <w:r w:rsidR="00665809" w:rsidRPr="006658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6515" w:rsidRDefault="003A77BE" w:rsidP="00D5651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65809" w:rsidRPr="00665809">
        <w:rPr>
          <w:rFonts w:ascii="Arial" w:hAnsi="Arial" w:cs="Arial"/>
        </w:rPr>
        <w:t xml:space="preserve">o </w:t>
      </w:r>
      <w:r w:rsidR="00D56515" w:rsidRPr="00D56515">
        <w:rPr>
          <w:rFonts w:ascii="Arial" w:hAnsi="Arial" w:cs="Arial"/>
        </w:rPr>
        <w:t>motonivelamento e cascalhamento da Estrada Velha de Igaratá, no trecho compreendido do final do asfalto do antigo traçado da Rodovia Dom Pe</w:t>
      </w:r>
      <w:r w:rsidR="00D56515">
        <w:rPr>
          <w:rFonts w:ascii="Arial" w:hAnsi="Arial" w:cs="Arial"/>
        </w:rPr>
        <w:t xml:space="preserve">dro I até o Conjunto 1º de Maio, </w:t>
      </w:r>
      <w:r w:rsidR="00D56515" w:rsidRPr="00D56515">
        <w:rPr>
          <w:rFonts w:ascii="Arial" w:hAnsi="Arial" w:cs="Arial"/>
        </w:rPr>
        <w:t>pois</w:t>
      </w:r>
      <w:r w:rsidR="00D56515">
        <w:rPr>
          <w:rFonts w:ascii="Arial" w:hAnsi="Arial" w:cs="Arial"/>
        </w:rPr>
        <w:t xml:space="preserve"> encontra-se com muitos buracos, dificultando o acesso.</w:t>
      </w:r>
    </w:p>
    <w:p w:rsidR="00D56515" w:rsidRDefault="00D56515" w:rsidP="00D5651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56515">
        <w:rPr>
          <w:rFonts w:ascii="Arial" w:hAnsi="Arial" w:cs="Arial"/>
        </w:rPr>
        <w:t>Os moradores solicitam brevidade na execução da manutenção da via</w:t>
      </w:r>
      <w:r>
        <w:rPr>
          <w:rFonts w:ascii="Arial" w:hAnsi="Arial" w:cs="Arial"/>
        </w:rPr>
        <w:t>,</w:t>
      </w:r>
      <w:r w:rsidRPr="00D56515">
        <w:rPr>
          <w:rFonts w:ascii="Arial" w:hAnsi="Arial" w:cs="Arial"/>
        </w:rPr>
        <w:t xml:space="preserve"> porque as últimas chuvas abriram muitos buracos e</w:t>
      </w:r>
      <w:r>
        <w:rPr>
          <w:rFonts w:ascii="Arial" w:hAnsi="Arial" w:cs="Arial"/>
        </w:rPr>
        <w:t xml:space="preserve"> </w:t>
      </w:r>
      <w:r w:rsidRPr="00D56515">
        <w:rPr>
          <w:rFonts w:ascii="Arial" w:hAnsi="Arial" w:cs="Arial"/>
        </w:rPr>
        <w:t>está dificultando o trânsito de veículos, bicicletas e pedestres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3F73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2F3F73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F3F73" w:rsidRPr="00A34F2C" w:rsidRDefault="002F3F73" w:rsidP="002F3F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F3F73" w:rsidRPr="00A34F2C" w:rsidRDefault="002F3F73" w:rsidP="002F3F7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73B" w:rsidRDefault="00F5473B">
      <w:r>
        <w:separator/>
      </w:r>
    </w:p>
  </w:endnote>
  <w:endnote w:type="continuationSeparator" w:id="0">
    <w:p w:rsidR="00F5473B" w:rsidRDefault="00F5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73B" w:rsidRDefault="00F5473B">
      <w:r>
        <w:separator/>
      </w:r>
    </w:p>
  </w:footnote>
  <w:footnote w:type="continuationSeparator" w:id="0">
    <w:p w:rsidR="00F5473B" w:rsidRDefault="00F5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56515">
      <w:rPr>
        <w:rFonts w:ascii="Arial" w:hAnsi="Arial" w:cs="Arial"/>
        <w:b/>
        <w:sz w:val="20"/>
        <w:szCs w:val="20"/>
        <w:u w:val="single"/>
      </w:rPr>
      <w:t>774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56F0A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65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65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5879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2F3F73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580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7923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56515"/>
    <w:rsid w:val="00D56F0A"/>
    <w:rsid w:val="00D7770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473B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71FBA-9C1D-47CC-83DD-38D858C1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2018-03-27T15:19:00Z</cp:lastPrinted>
  <dcterms:created xsi:type="dcterms:W3CDTF">2018-03-27T15:20:00Z</dcterms:created>
  <dcterms:modified xsi:type="dcterms:W3CDTF">2018-03-27T15:23:00Z</dcterms:modified>
</cp:coreProperties>
</file>